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EA" w:rsidRPr="00EA3A38" w:rsidRDefault="00C41FEA">
      <w:pPr>
        <w:rPr>
          <w:rFonts w:ascii="Times New Roman" w:hAnsi="Times New Roman"/>
          <w:sz w:val="28"/>
          <w:szCs w:val="28"/>
        </w:rPr>
      </w:pPr>
      <w:r w:rsidRPr="00EA3A38">
        <w:rPr>
          <w:rFonts w:ascii="Times New Roman" w:hAnsi="Times New Roman"/>
          <w:sz w:val="28"/>
          <w:szCs w:val="28"/>
        </w:rPr>
        <w:t>Уважаемые коллеги.</w:t>
      </w:r>
    </w:p>
    <w:p w:rsidR="00C41FEA" w:rsidRDefault="00C41FEA">
      <w:pPr>
        <w:rPr>
          <w:rFonts w:ascii="Times New Roman" w:hAnsi="Times New Roman"/>
          <w:sz w:val="28"/>
          <w:szCs w:val="28"/>
        </w:rPr>
      </w:pPr>
      <w:r w:rsidRPr="00EA3A38">
        <w:rPr>
          <w:rFonts w:ascii="Times New Roman" w:hAnsi="Times New Roman"/>
          <w:sz w:val="28"/>
          <w:szCs w:val="28"/>
        </w:rPr>
        <w:t>В приложении форма отчета по урологии за 20</w:t>
      </w:r>
      <w:r>
        <w:rPr>
          <w:rFonts w:ascii="Times New Roman" w:hAnsi="Times New Roman"/>
          <w:sz w:val="28"/>
          <w:szCs w:val="28"/>
        </w:rPr>
        <w:t>24</w:t>
      </w:r>
      <w:r w:rsidRPr="00EA3A38">
        <w:rPr>
          <w:rFonts w:ascii="Times New Roman" w:hAnsi="Times New Roman"/>
          <w:sz w:val="28"/>
          <w:szCs w:val="28"/>
        </w:rPr>
        <w:t xml:space="preserve"> год.</w:t>
      </w:r>
      <w:r>
        <w:rPr>
          <w:rFonts w:ascii="Times New Roman" w:hAnsi="Times New Roman"/>
          <w:sz w:val="28"/>
          <w:szCs w:val="28"/>
        </w:rPr>
        <w:t xml:space="preserve"> Форма отчета изменена. Просим обратить внимание. Неправильно заполненную форму отчета принимать не будем.</w:t>
      </w:r>
      <w:bookmarkStart w:id="0" w:name="_GoBack"/>
      <w:bookmarkEnd w:id="0"/>
    </w:p>
    <w:p w:rsidR="00C41FEA" w:rsidRDefault="00C41F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Убедительная просьба предоставить отчет до 31 января 2025 года. </w:t>
      </w:r>
    </w:p>
    <w:p w:rsidR="00C41FEA" w:rsidRDefault="00C41F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вопросам заполнения отчета обращаться</w:t>
      </w:r>
    </w:p>
    <w:p w:rsidR="00C41FEA" w:rsidRDefault="00C41FEA" w:rsidP="009F55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Волков Дмитрий Юрьевич –</w:t>
      </w:r>
      <w:r w:rsidRPr="00EA3A38"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vdu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1972@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 телефон - +79519096937.</w:t>
      </w:r>
    </w:p>
    <w:p w:rsidR="00C41FEA" w:rsidRDefault="00C41FEA">
      <w:pPr>
        <w:rPr>
          <w:rFonts w:ascii="Times New Roman" w:hAnsi="Times New Roman"/>
          <w:sz w:val="28"/>
          <w:szCs w:val="28"/>
        </w:rPr>
      </w:pPr>
    </w:p>
    <w:p w:rsidR="00C41FEA" w:rsidRDefault="00C41F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Высылать заполненный отчет по адресу  на электронную почту:</w:t>
      </w:r>
    </w:p>
    <w:p w:rsidR="00C41FEA" w:rsidRDefault="00C41F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Атдуев Вагиф Ахметович – </w:t>
      </w:r>
      <w:hyperlink r:id="rId5" w:history="1"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atduev</w:t>
        </w:r>
        <w:r w:rsidRPr="00385132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385132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C41FEA" w:rsidRDefault="00C41FEA" w:rsidP="00CC32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Волков Дмитрий Юрьевич –</w:t>
      </w:r>
      <w:r w:rsidRPr="00EA3A38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vdu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1972@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 телефон - +79519096937.</w:t>
      </w:r>
    </w:p>
    <w:p w:rsidR="00C41FEA" w:rsidRPr="0045473D" w:rsidRDefault="00C41FEA">
      <w:pPr>
        <w:rPr>
          <w:rFonts w:ascii="Times New Roman" w:hAnsi="Times New Roman"/>
          <w:sz w:val="28"/>
          <w:szCs w:val="28"/>
        </w:rPr>
      </w:pPr>
    </w:p>
    <w:sectPr w:rsidR="00C41FEA" w:rsidRPr="0045473D" w:rsidSect="00783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BC0"/>
    <w:rsid w:val="0004481D"/>
    <w:rsid w:val="000A3746"/>
    <w:rsid w:val="001006A9"/>
    <w:rsid w:val="00274436"/>
    <w:rsid w:val="002C4385"/>
    <w:rsid w:val="00385132"/>
    <w:rsid w:val="0045473D"/>
    <w:rsid w:val="00473DF9"/>
    <w:rsid w:val="004C0C7F"/>
    <w:rsid w:val="0050164F"/>
    <w:rsid w:val="0054193A"/>
    <w:rsid w:val="005F0991"/>
    <w:rsid w:val="00622EB1"/>
    <w:rsid w:val="006C1FF0"/>
    <w:rsid w:val="00705928"/>
    <w:rsid w:val="00745BC0"/>
    <w:rsid w:val="007745A1"/>
    <w:rsid w:val="00783C54"/>
    <w:rsid w:val="007D44CF"/>
    <w:rsid w:val="007F5CA4"/>
    <w:rsid w:val="00977A37"/>
    <w:rsid w:val="009E5194"/>
    <w:rsid w:val="009F55F0"/>
    <w:rsid w:val="00A27757"/>
    <w:rsid w:val="00AF6480"/>
    <w:rsid w:val="00C41FEA"/>
    <w:rsid w:val="00CC3212"/>
    <w:rsid w:val="00D3390E"/>
    <w:rsid w:val="00EA3A38"/>
    <w:rsid w:val="00ED2553"/>
    <w:rsid w:val="00F8069A"/>
    <w:rsid w:val="00FB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C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A3A3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du1972@mail.ru" TargetMode="External"/><Relationship Id="rId5" Type="http://schemas.openxmlformats.org/officeDocument/2006/relationships/hyperlink" Target="mailto:atduev@mail.ru" TargetMode="External"/><Relationship Id="rId4" Type="http://schemas.openxmlformats.org/officeDocument/2006/relationships/hyperlink" Target="mailto:vdu1972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94</Words>
  <Characters>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2014-11-26T18:02:00Z</dcterms:created>
  <dcterms:modified xsi:type="dcterms:W3CDTF">2024-11-19T06:41:00Z</dcterms:modified>
</cp:coreProperties>
</file>